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D61E4" w14:paraId="30F75714" w14:textId="77777777" w:rsidTr="00CA6F6D">
        <w:tc>
          <w:tcPr>
            <w:tcW w:w="2689" w:type="dxa"/>
          </w:tcPr>
          <w:p w14:paraId="404BF438" w14:textId="7F993962" w:rsidR="002D61E4" w:rsidRPr="002D61E4" w:rsidRDefault="002D61E4" w:rsidP="002D61E4">
            <w:pPr>
              <w:pStyle w:val="SIText"/>
            </w:pPr>
            <w:r w:rsidRPr="00397E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CE4CF74" w14:textId="46E4D7AB" w:rsidR="002D61E4" w:rsidRPr="002D61E4" w:rsidRDefault="002D61E4">
            <w:pPr>
              <w:pStyle w:val="SIText"/>
            </w:pPr>
            <w:r w:rsidRPr="00397E65">
              <w:t>This version released with AHC Agriculture, Horticulture, Conservation and Land Manag</w:t>
            </w:r>
            <w:r>
              <w:t xml:space="preserve">ement Training Package Version </w:t>
            </w:r>
            <w:r>
              <w:rPr>
                <w:rStyle w:val="SITemporaryText-blue"/>
              </w:rPr>
              <w:t>X</w:t>
            </w:r>
            <w:r w:rsidRPr="00397E65">
              <w:t>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6F6D">
        <w:trPr>
          <w:tblHeader/>
        </w:trPr>
        <w:tc>
          <w:tcPr>
            <w:tcW w:w="1396" w:type="pct"/>
            <w:shd w:val="clear" w:color="auto" w:fill="auto"/>
          </w:tcPr>
          <w:p w14:paraId="141B9962" w14:textId="4C83A480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50</w:t>
            </w:r>
            <w:r w:rsidR="00AF7EA2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44303CCE" w:rsidR="00F1480E" w:rsidRPr="005404CB" w:rsidRDefault="00AF7EA2" w:rsidP="00956BF4">
            <w:pPr>
              <w:pStyle w:val="SIUnittitle"/>
            </w:pPr>
            <w:r w:rsidRPr="00AF7EA2">
              <w:t>Plan and supervise the implementation of permaculture project works</w:t>
            </w:r>
          </w:p>
        </w:tc>
      </w:tr>
      <w:tr w:rsidR="00F1480E" w:rsidRPr="00963A46" w14:paraId="6EEB8237" w14:textId="77777777" w:rsidTr="00CA6F6D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B57C25" w14:textId="6B7C1D53" w:rsidR="00AF7EA2" w:rsidRPr="00AF7EA2" w:rsidRDefault="00AF7EA2" w:rsidP="00AF7EA2">
            <w:r w:rsidRPr="00AF7EA2">
              <w:t>This unit of competency describes the skills and knowledge required to</w:t>
            </w:r>
            <w:r w:rsidR="00A96356">
              <w:t xml:space="preserve"> scope, </w:t>
            </w:r>
            <w:proofErr w:type="gramStart"/>
            <w:r w:rsidR="00A96356">
              <w:t>plan</w:t>
            </w:r>
            <w:proofErr w:type="gramEnd"/>
            <w:r w:rsidR="00A96356">
              <w:t xml:space="preserve"> and implement a permaculture project, including, identifying and preparing site </w:t>
            </w:r>
            <w:r w:rsidR="005C0128">
              <w:t xml:space="preserve">health and safety </w:t>
            </w:r>
            <w:r w:rsidR="00A96356">
              <w:t xml:space="preserve">procedures, scope and plan the </w:t>
            </w:r>
            <w:r w:rsidR="00251E33" w:rsidRPr="00AF7EA2">
              <w:t>equipment and materials</w:t>
            </w:r>
            <w:r w:rsidR="00A96356">
              <w:t xml:space="preserve"> required, s</w:t>
            </w:r>
            <w:r w:rsidR="00251E33" w:rsidRPr="00AF7EA2">
              <w:t>chedule</w:t>
            </w:r>
            <w:r w:rsidR="00A96356">
              <w:t xml:space="preserve"> and sequence the work</w:t>
            </w:r>
            <w:r w:rsidR="00251E33" w:rsidRPr="00AF7EA2">
              <w:t>, organis</w:t>
            </w:r>
            <w:r w:rsidR="005C0128">
              <w:t>e</w:t>
            </w:r>
            <w:r w:rsidR="00251E33" w:rsidRPr="00AF7EA2">
              <w:t xml:space="preserve"> and supervis</w:t>
            </w:r>
            <w:r w:rsidR="005C0128">
              <w:t>e</w:t>
            </w:r>
            <w:r w:rsidR="00251E33" w:rsidRPr="00AF7EA2">
              <w:t xml:space="preserve"> project works</w:t>
            </w:r>
            <w:r w:rsidR="00E770D4">
              <w:t>, and monitor quality</w:t>
            </w:r>
            <w:r w:rsidR="00251E33" w:rsidRPr="00AF7EA2">
              <w:t xml:space="preserve"> </w:t>
            </w:r>
            <w:r w:rsidR="005C0128">
              <w:t xml:space="preserve">for a </w:t>
            </w:r>
            <w:r w:rsidRPr="00AF7EA2">
              <w:t>permaculture project</w:t>
            </w:r>
            <w:r w:rsidR="005C0128">
              <w:t>.</w:t>
            </w:r>
          </w:p>
          <w:p w14:paraId="5F21869F" w14:textId="77777777" w:rsidR="00AF7EA2" w:rsidRDefault="00AF7EA2" w:rsidP="00AF7EA2"/>
          <w:p w14:paraId="459952DB" w14:textId="35C33A7F" w:rsidR="00AF7EA2" w:rsidRPr="00AF7EA2" w:rsidRDefault="002D61E4" w:rsidP="00AF7EA2">
            <w:r>
              <w:t>The</w:t>
            </w:r>
            <w:r w:rsidR="00AF7EA2" w:rsidRPr="00AF7EA2">
              <w:t xml:space="preserve"> unit applies to individuals who analyse information and exercise judgement to complete a range of advanced skilled activities and demonstrate deep knowledge in a specific technical area. They take accountability for the work of others and analyse, </w:t>
            </w:r>
            <w:proofErr w:type="gramStart"/>
            <w:r w:rsidR="00AF7EA2" w:rsidRPr="00AF7EA2">
              <w:t>design</w:t>
            </w:r>
            <w:proofErr w:type="gramEnd"/>
            <w:r w:rsidR="00AF7EA2" w:rsidRPr="00AF7EA2">
              <w:t xml:space="preserve"> and communicate solutions to a range of complex problems.</w:t>
            </w:r>
          </w:p>
          <w:p w14:paraId="5B163FBA" w14:textId="77777777" w:rsidR="00AF7EA2" w:rsidRDefault="00AF7EA2" w:rsidP="00AF7EA2"/>
          <w:p w14:paraId="22C15BCD" w14:textId="25B3029D" w:rsidR="00373436" w:rsidRPr="000754EC" w:rsidRDefault="00AF7EA2" w:rsidP="001E7AB2">
            <w:r w:rsidRPr="00AF7EA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6F6D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6F6D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6F6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6F6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0D7" w:rsidRPr="00963A46" w14:paraId="7DB7C384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44EC0F01" w14:textId="17F796BF" w:rsidR="009A70D7" w:rsidRPr="009A70D7" w:rsidRDefault="009A70D7" w:rsidP="00251E33">
            <w:pPr>
              <w:pStyle w:val="SIText"/>
            </w:pPr>
            <w:r w:rsidRPr="009A70D7">
              <w:t>1</w:t>
            </w:r>
            <w:r w:rsidR="003D3A4F">
              <w:t>. Prepare</w:t>
            </w:r>
            <w:r w:rsidRPr="009A70D7">
              <w:t xml:space="preserve"> for </w:t>
            </w:r>
            <w:r w:rsidR="00DF7610">
              <w:t xml:space="preserve">permaculture </w:t>
            </w:r>
            <w:r w:rsidRPr="009A70D7">
              <w:t>project works</w:t>
            </w:r>
          </w:p>
        </w:tc>
        <w:tc>
          <w:tcPr>
            <w:tcW w:w="3604" w:type="pct"/>
            <w:shd w:val="clear" w:color="auto" w:fill="auto"/>
          </w:tcPr>
          <w:p w14:paraId="18897722" w14:textId="105EE64C" w:rsidR="009A70D7" w:rsidRPr="009A70D7" w:rsidRDefault="009A70D7" w:rsidP="009A70D7">
            <w:r w:rsidRPr="009A70D7">
              <w:t>1.1 Confirm and verify client preferences and contract requirements for project</w:t>
            </w:r>
          </w:p>
          <w:p w14:paraId="6CAC23AC" w14:textId="77777777" w:rsidR="009A70D7" w:rsidRPr="009A70D7" w:rsidRDefault="009A70D7" w:rsidP="009A70D7">
            <w:r w:rsidRPr="009A70D7">
              <w:t>1.2 Determine scope of works</w:t>
            </w:r>
          </w:p>
          <w:p w14:paraId="22E172E6" w14:textId="77777777" w:rsidR="009A70D7" w:rsidRPr="009A70D7" w:rsidRDefault="009A70D7" w:rsidP="009A70D7">
            <w:r w:rsidRPr="009A70D7">
              <w:t>1.3 Identify specific statutory obligations</w:t>
            </w:r>
          </w:p>
          <w:p w14:paraId="3421FAC2" w14:textId="7F350362" w:rsidR="00980293" w:rsidRDefault="009A70D7" w:rsidP="002D4682">
            <w:r w:rsidRPr="009A70D7">
              <w:t xml:space="preserve">1.4 </w:t>
            </w:r>
            <w:r w:rsidR="001E621F">
              <w:t>Inspect site and v</w:t>
            </w:r>
            <w:r w:rsidRPr="009A70D7">
              <w:t xml:space="preserve">erify </w:t>
            </w:r>
            <w:r w:rsidR="00EA7519">
              <w:t xml:space="preserve">site </w:t>
            </w:r>
            <w:r w:rsidR="00980293">
              <w:t xml:space="preserve">conditions and </w:t>
            </w:r>
            <w:r w:rsidR="00EA7519">
              <w:t xml:space="preserve">characteristics </w:t>
            </w:r>
            <w:r w:rsidR="001E621F">
              <w:t xml:space="preserve">against </w:t>
            </w:r>
            <w:r w:rsidR="00980293">
              <w:t xml:space="preserve">permaculture </w:t>
            </w:r>
            <w:r w:rsidR="001E621F">
              <w:t>project plan</w:t>
            </w:r>
          </w:p>
          <w:p w14:paraId="61627BAD" w14:textId="530487D2" w:rsidR="009A70D7" w:rsidRPr="009A70D7" w:rsidRDefault="00980293" w:rsidP="009A70D7">
            <w:r>
              <w:t>1.</w:t>
            </w:r>
            <w:r w:rsidR="00A96356">
              <w:t>5</w:t>
            </w:r>
            <w:r>
              <w:t xml:space="preserve"> Investigate</w:t>
            </w:r>
            <w:r w:rsidR="00A96356">
              <w:t xml:space="preserve">, </w:t>
            </w:r>
            <w:proofErr w:type="gramStart"/>
            <w:r w:rsidR="00A96356">
              <w:t>assess</w:t>
            </w:r>
            <w:proofErr w:type="gramEnd"/>
            <w:r>
              <w:t xml:space="preserve"> and resolve technical challenges</w:t>
            </w:r>
            <w:r w:rsidR="00A96356">
              <w:t xml:space="preserve"> identified from site visit</w:t>
            </w:r>
          </w:p>
          <w:p w14:paraId="2D766E89" w14:textId="6FDB673E" w:rsidR="00980293" w:rsidRDefault="009A70D7" w:rsidP="00956BF4">
            <w:r w:rsidRPr="009A70D7">
              <w:t>1.</w:t>
            </w:r>
            <w:r w:rsidR="00A96356">
              <w:t>6</w:t>
            </w:r>
            <w:r w:rsidRPr="009A70D7">
              <w:t xml:space="preserve"> Review scope of works and contract requirements </w:t>
            </w:r>
            <w:r w:rsidR="00980293">
              <w:t>according to permaculture and organic principles</w:t>
            </w:r>
          </w:p>
          <w:p w14:paraId="4B044429" w14:textId="02B1D749" w:rsidR="009A70D7" w:rsidRPr="009A70D7" w:rsidRDefault="009A70D7" w:rsidP="005C0128">
            <w:r w:rsidRPr="009A70D7">
              <w:t>1.</w:t>
            </w:r>
            <w:r w:rsidR="00A96356">
              <w:t>7</w:t>
            </w:r>
            <w:r w:rsidRPr="009A70D7">
              <w:t xml:space="preserve"> </w:t>
            </w:r>
            <w:r w:rsidR="00980293">
              <w:t xml:space="preserve">Prepare </w:t>
            </w:r>
            <w:r w:rsidR="001262D5">
              <w:t xml:space="preserve">site specific </w:t>
            </w:r>
            <w:r w:rsidR="00980293">
              <w:t xml:space="preserve">procedures for </w:t>
            </w:r>
            <w:r w:rsidRPr="009A70D7">
              <w:t>health and safety</w:t>
            </w:r>
            <w:r w:rsidR="00A96356">
              <w:t xml:space="preserve"> and environmental </w:t>
            </w:r>
            <w:r w:rsidRPr="009A70D7">
              <w:t xml:space="preserve">hazards </w:t>
            </w:r>
            <w:r w:rsidR="001262D5">
              <w:t>according to workplace procedures and statutory obligations</w:t>
            </w:r>
          </w:p>
        </w:tc>
      </w:tr>
      <w:tr w:rsidR="009A70D7" w:rsidRPr="00963A46" w14:paraId="3F89A880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0DD48B01" w14:textId="7B9CCE34" w:rsidR="009A70D7" w:rsidRPr="009A70D7" w:rsidRDefault="009A70D7" w:rsidP="00251E33">
            <w:pPr>
              <w:pStyle w:val="SIText"/>
            </w:pPr>
            <w:r w:rsidRPr="009A70D7">
              <w:t>2. Investigate resource issues associated with works</w:t>
            </w:r>
          </w:p>
        </w:tc>
        <w:tc>
          <w:tcPr>
            <w:tcW w:w="3604" w:type="pct"/>
            <w:shd w:val="clear" w:color="auto" w:fill="auto"/>
          </w:tcPr>
          <w:p w14:paraId="38E5BA26" w14:textId="63809A38" w:rsidR="009A70D7" w:rsidRPr="009A70D7" w:rsidRDefault="009A70D7" w:rsidP="009A70D7">
            <w:r w:rsidRPr="009A70D7">
              <w:t xml:space="preserve">2.1 Verify availability, quantity and costs of materials </w:t>
            </w:r>
            <w:r w:rsidR="00A96356">
              <w:t>specified</w:t>
            </w:r>
            <w:r w:rsidR="001262D5">
              <w:t xml:space="preserve"> in project </w:t>
            </w:r>
            <w:r w:rsidR="00A96356">
              <w:t xml:space="preserve">plan and </w:t>
            </w:r>
            <w:r w:rsidRPr="009A70D7">
              <w:t>schedules</w:t>
            </w:r>
          </w:p>
          <w:p w14:paraId="602314F3" w14:textId="142284CA" w:rsidR="009A70D7" w:rsidRPr="009A70D7" w:rsidRDefault="009A70D7" w:rsidP="009A70D7">
            <w:r w:rsidRPr="009A70D7">
              <w:t>2.2 Identify and cost material resources</w:t>
            </w:r>
            <w:r w:rsidR="00D06990">
              <w:t xml:space="preserve">, </w:t>
            </w:r>
            <w:r w:rsidRPr="009A70D7">
              <w:t>tools and equipment required for works</w:t>
            </w:r>
          </w:p>
          <w:p w14:paraId="3CE7A39E" w14:textId="0B4CE4FF" w:rsidR="009A70D7" w:rsidRPr="009A70D7" w:rsidRDefault="009A70D7" w:rsidP="009A70D7">
            <w:r w:rsidRPr="009A70D7">
              <w:t xml:space="preserve">2.3 Confirm availability with suppliers, </w:t>
            </w:r>
            <w:proofErr w:type="gramStart"/>
            <w:r w:rsidRPr="009A70D7">
              <w:t>contractors</w:t>
            </w:r>
            <w:proofErr w:type="gramEnd"/>
            <w:r w:rsidRPr="009A70D7">
              <w:t xml:space="preserve"> and </w:t>
            </w:r>
            <w:r w:rsidR="00D06990">
              <w:t>stakeholders</w:t>
            </w:r>
          </w:p>
          <w:p w14:paraId="2B00249F" w14:textId="495B8317" w:rsidR="009A70D7" w:rsidRPr="009A70D7" w:rsidRDefault="009A70D7" w:rsidP="00956BF4">
            <w:pPr>
              <w:pStyle w:val="SIText"/>
            </w:pPr>
            <w:r w:rsidRPr="009A70D7">
              <w:t xml:space="preserve">2.4 </w:t>
            </w:r>
            <w:r w:rsidR="00D06990">
              <w:t>Confirm</w:t>
            </w:r>
            <w:r w:rsidR="00D06990" w:rsidRPr="009A70D7">
              <w:t xml:space="preserve"> </w:t>
            </w:r>
            <w:r w:rsidRPr="009A70D7">
              <w:t>site access and establishment issues and plan for environmental impact</w:t>
            </w:r>
          </w:p>
        </w:tc>
      </w:tr>
      <w:tr w:rsidR="009A70D7" w:rsidRPr="00963A46" w14:paraId="629DE035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538BC0F" w14:textId="3EF5DC90" w:rsidR="009A70D7" w:rsidRPr="009A70D7" w:rsidRDefault="009A70D7" w:rsidP="00251E33">
            <w:pPr>
              <w:pStyle w:val="SIText"/>
            </w:pPr>
            <w:r w:rsidRPr="009A70D7">
              <w:lastRenderedPageBreak/>
              <w:t>3. Prepare a project works plan</w:t>
            </w:r>
          </w:p>
        </w:tc>
        <w:tc>
          <w:tcPr>
            <w:tcW w:w="3604" w:type="pct"/>
            <w:shd w:val="clear" w:color="auto" w:fill="auto"/>
          </w:tcPr>
          <w:p w14:paraId="34A8EB71" w14:textId="64E99286" w:rsidR="009A70D7" w:rsidRPr="009A70D7" w:rsidRDefault="009A70D7" w:rsidP="009A70D7">
            <w:r w:rsidRPr="009A70D7">
              <w:t xml:space="preserve">3.1 </w:t>
            </w:r>
            <w:r w:rsidR="00A96356">
              <w:t>Prepare a</w:t>
            </w:r>
            <w:r w:rsidR="00A96356" w:rsidRPr="009A70D7">
              <w:t xml:space="preserve"> </w:t>
            </w:r>
            <w:r w:rsidRPr="009A70D7">
              <w:t>statement of works</w:t>
            </w:r>
            <w:r w:rsidR="00D06990">
              <w:t xml:space="preserve"> for project</w:t>
            </w:r>
          </w:p>
          <w:p w14:paraId="4F5D2BDC" w14:textId="789DBE2D" w:rsidR="009A70D7" w:rsidRPr="009A70D7" w:rsidRDefault="009A70D7" w:rsidP="009A70D7">
            <w:r w:rsidRPr="009A70D7">
              <w:t>3.2 Prepare a safety plan for project work</w:t>
            </w:r>
          </w:p>
          <w:p w14:paraId="446880A5" w14:textId="41E40DFC" w:rsidR="009A70D7" w:rsidRPr="009A70D7" w:rsidRDefault="009A70D7" w:rsidP="009A70D7">
            <w:r w:rsidRPr="009A70D7">
              <w:t xml:space="preserve">3.3 </w:t>
            </w:r>
            <w:r w:rsidR="00D06990">
              <w:t>Specify</w:t>
            </w:r>
            <w:r w:rsidR="00D06990" w:rsidRPr="009A70D7">
              <w:t xml:space="preserve"> </w:t>
            </w:r>
            <w:r w:rsidRPr="009A70D7">
              <w:t xml:space="preserve">tools and materials </w:t>
            </w:r>
            <w:r w:rsidR="00D06990">
              <w:t xml:space="preserve">and their source </w:t>
            </w:r>
            <w:r w:rsidR="00956BF4">
              <w:t>for</w:t>
            </w:r>
            <w:r w:rsidR="00D06990">
              <w:t xml:space="preserve"> </w:t>
            </w:r>
            <w:r w:rsidRPr="009A70D7">
              <w:t>required project works</w:t>
            </w:r>
          </w:p>
          <w:p w14:paraId="65A3BA70" w14:textId="4519BCAA" w:rsidR="00956BF4" w:rsidRDefault="009A70D7" w:rsidP="009A70D7">
            <w:r w:rsidRPr="009A70D7">
              <w:t xml:space="preserve">3.4 Prepare a staged </w:t>
            </w:r>
            <w:r w:rsidR="00956BF4">
              <w:t xml:space="preserve">sequential </w:t>
            </w:r>
            <w:r w:rsidRPr="009A70D7">
              <w:t xml:space="preserve">program of </w:t>
            </w:r>
            <w:r w:rsidR="005C0128">
              <w:t>works according to</w:t>
            </w:r>
            <w:r w:rsidR="00956BF4">
              <w:t xml:space="preserve"> scheduled timelines</w:t>
            </w:r>
          </w:p>
          <w:p w14:paraId="781C1F17" w14:textId="2F8D494C" w:rsidR="009A70D7" w:rsidRPr="009A70D7" w:rsidRDefault="00956BF4" w:rsidP="009A70D7">
            <w:r>
              <w:t>3.5 Prepare s</w:t>
            </w:r>
            <w:r w:rsidR="009A70D7" w:rsidRPr="009A70D7">
              <w:t xml:space="preserve">pecifications </w:t>
            </w:r>
            <w:r>
              <w:t>for project resources and works outcomes</w:t>
            </w:r>
          </w:p>
          <w:p w14:paraId="69E1BDCC" w14:textId="39958298" w:rsidR="009A70D7" w:rsidRPr="009A70D7" w:rsidRDefault="009A70D7" w:rsidP="009A70D7">
            <w:r w:rsidRPr="009A70D7">
              <w:t>3.</w:t>
            </w:r>
            <w:r w:rsidR="00956BF4">
              <w:t>6</w:t>
            </w:r>
            <w:r w:rsidRPr="009A70D7">
              <w:t xml:space="preserve"> </w:t>
            </w:r>
            <w:r w:rsidR="00956BF4">
              <w:t>Verify</w:t>
            </w:r>
            <w:r w:rsidR="00956BF4" w:rsidRPr="009A70D7">
              <w:t xml:space="preserve"> </w:t>
            </w:r>
            <w:r w:rsidRPr="009A70D7">
              <w:t xml:space="preserve">program of works </w:t>
            </w:r>
            <w:r w:rsidR="00956BF4">
              <w:t xml:space="preserve">complies with industry standards </w:t>
            </w:r>
            <w:r w:rsidR="001262D5">
              <w:t xml:space="preserve">and </w:t>
            </w:r>
            <w:r w:rsidRPr="009A70D7">
              <w:t>practices</w:t>
            </w:r>
          </w:p>
          <w:p w14:paraId="143B3279" w14:textId="7DCE9256" w:rsidR="009A70D7" w:rsidRPr="009A70D7" w:rsidRDefault="009A70D7" w:rsidP="009A70D7">
            <w:r w:rsidRPr="009A70D7">
              <w:t>3.</w:t>
            </w:r>
            <w:r w:rsidR="00956BF4">
              <w:t>7</w:t>
            </w:r>
            <w:r w:rsidRPr="009A70D7">
              <w:t xml:space="preserve"> Determine the establishment and maintenance </w:t>
            </w:r>
            <w:r w:rsidR="00956BF4" w:rsidRPr="009A70D7">
              <w:t>period</w:t>
            </w:r>
            <w:r w:rsidR="00956BF4">
              <w:t>s for</w:t>
            </w:r>
            <w:r w:rsidR="00956BF4" w:rsidRPr="009A70D7">
              <w:t xml:space="preserve"> </w:t>
            </w:r>
            <w:r w:rsidRPr="009A70D7">
              <w:t>works</w:t>
            </w:r>
          </w:p>
          <w:p w14:paraId="3E0C0CFF" w14:textId="1A235DC4" w:rsidR="009A70D7" w:rsidRPr="009A70D7" w:rsidRDefault="009A70D7" w:rsidP="009A70D7">
            <w:r w:rsidRPr="009A70D7">
              <w:t>3.</w:t>
            </w:r>
            <w:r w:rsidR="00956BF4">
              <w:t>8</w:t>
            </w:r>
            <w:r w:rsidRPr="009A70D7">
              <w:t xml:space="preserve"> Incorporate seasonal factors and impact in staging strategy</w:t>
            </w:r>
          </w:p>
          <w:p w14:paraId="1C93868F" w14:textId="431A5360" w:rsidR="009A70D7" w:rsidRPr="009A70D7" w:rsidRDefault="009A70D7" w:rsidP="00251E33">
            <w:r w:rsidRPr="009A70D7">
              <w:t xml:space="preserve">3.9 Develop and prepare a works plan </w:t>
            </w:r>
            <w:r w:rsidR="00956BF4">
              <w:t>according to workplace and industry standards</w:t>
            </w:r>
          </w:p>
        </w:tc>
      </w:tr>
      <w:tr w:rsidR="009A70D7" w:rsidRPr="00963A46" w14:paraId="06C112B3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5309D350" w14:textId="63FD6549" w:rsidR="009A70D7" w:rsidRPr="009A70D7" w:rsidRDefault="009A70D7" w:rsidP="00251E33">
            <w:pPr>
              <w:pStyle w:val="SIText"/>
            </w:pPr>
            <w:r w:rsidRPr="009A70D7">
              <w:t>4. Implement project works plan</w:t>
            </w:r>
          </w:p>
        </w:tc>
        <w:tc>
          <w:tcPr>
            <w:tcW w:w="3604" w:type="pct"/>
            <w:shd w:val="clear" w:color="auto" w:fill="auto"/>
          </w:tcPr>
          <w:p w14:paraId="2F7E6631" w14:textId="6EB5A242" w:rsidR="009A70D7" w:rsidRPr="009A70D7" w:rsidRDefault="009A70D7" w:rsidP="009A70D7">
            <w:r w:rsidRPr="009A70D7">
              <w:t>4.1 Supervise project work</w:t>
            </w:r>
            <w:r w:rsidR="00956BF4">
              <w:t xml:space="preserve"> activity</w:t>
            </w:r>
          </w:p>
          <w:p w14:paraId="1F232844" w14:textId="491EBA6F" w:rsidR="009A70D7" w:rsidRPr="009A70D7" w:rsidRDefault="009A70D7" w:rsidP="009A70D7">
            <w:r w:rsidRPr="009A70D7">
              <w:t xml:space="preserve">4.2 </w:t>
            </w:r>
            <w:r w:rsidR="003D3A4F">
              <w:t>Coordinate</w:t>
            </w:r>
            <w:r w:rsidR="00956BF4" w:rsidRPr="009A70D7">
              <w:t xml:space="preserve"> </w:t>
            </w:r>
            <w:r w:rsidRPr="009A70D7">
              <w:t>delivery of materials and equipment</w:t>
            </w:r>
            <w:r w:rsidR="00956BF4">
              <w:t xml:space="preserve"> according to workplace procedures</w:t>
            </w:r>
          </w:p>
          <w:p w14:paraId="22CC709A" w14:textId="3AE302ED" w:rsidR="009A70D7" w:rsidRPr="009A70D7" w:rsidRDefault="009A70D7" w:rsidP="009A70D7">
            <w:r w:rsidRPr="009A70D7">
              <w:t xml:space="preserve">4.3 Assemble </w:t>
            </w:r>
            <w:r w:rsidR="00956BF4">
              <w:t xml:space="preserve">and brief </w:t>
            </w:r>
            <w:proofErr w:type="gramStart"/>
            <w:r w:rsidR="00956BF4">
              <w:t>site specific</w:t>
            </w:r>
            <w:proofErr w:type="gramEnd"/>
            <w:r w:rsidR="00956BF4">
              <w:t xml:space="preserve"> </w:t>
            </w:r>
            <w:r w:rsidRPr="009A70D7">
              <w:t>human resources</w:t>
            </w:r>
          </w:p>
          <w:p w14:paraId="18088AC1" w14:textId="79A3A23F" w:rsidR="009A70D7" w:rsidRPr="009A70D7" w:rsidRDefault="009A70D7" w:rsidP="009A70D7">
            <w:r w:rsidRPr="009A70D7">
              <w:t xml:space="preserve">4.4 Undertake </w:t>
            </w:r>
            <w:r w:rsidR="007931EC">
              <w:t>health</w:t>
            </w:r>
            <w:r w:rsidR="007931EC" w:rsidRPr="009A70D7">
              <w:t xml:space="preserve"> </w:t>
            </w:r>
            <w:r w:rsidRPr="009A70D7">
              <w:t>and safety briefing</w:t>
            </w:r>
            <w:r w:rsidR="00956BF4">
              <w:t xml:space="preserve">s according to </w:t>
            </w:r>
            <w:r w:rsidR="003D3A4F">
              <w:t>project</w:t>
            </w:r>
            <w:r w:rsidR="00956BF4">
              <w:t xml:space="preserve"> health and safety </w:t>
            </w:r>
            <w:r w:rsidR="003D3A4F">
              <w:t>plan</w:t>
            </w:r>
            <w:r w:rsidR="00956BF4">
              <w:t xml:space="preserve"> </w:t>
            </w:r>
          </w:p>
          <w:p w14:paraId="1ABFDA8B" w14:textId="766793C9" w:rsidR="009A70D7" w:rsidRPr="009A70D7" w:rsidRDefault="009A70D7" w:rsidP="009A70D7">
            <w:r w:rsidRPr="009A70D7">
              <w:t xml:space="preserve">4.5 </w:t>
            </w:r>
            <w:r w:rsidR="003D3A4F">
              <w:t xml:space="preserve">Implement </w:t>
            </w:r>
            <w:r w:rsidRPr="009A70D7">
              <w:t>project works</w:t>
            </w:r>
            <w:r w:rsidR="005C0128">
              <w:t xml:space="preserve"> according to sequence, s</w:t>
            </w:r>
            <w:r w:rsidR="003D3A4F">
              <w:t xml:space="preserve">cheduled </w:t>
            </w:r>
            <w:proofErr w:type="gramStart"/>
            <w:r w:rsidR="003D3A4F">
              <w:t>timelines</w:t>
            </w:r>
            <w:proofErr w:type="gramEnd"/>
            <w:r w:rsidR="005C0128">
              <w:t xml:space="preserve"> and specifications</w:t>
            </w:r>
          </w:p>
          <w:p w14:paraId="31E1433A" w14:textId="30C6D9A1" w:rsidR="003D3A4F" w:rsidRDefault="009A70D7" w:rsidP="009A70D7">
            <w:r w:rsidRPr="009A70D7">
              <w:t xml:space="preserve">4.6 </w:t>
            </w:r>
            <w:r w:rsidR="003D3A4F">
              <w:t>Monitor</w:t>
            </w:r>
            <w:r w:rsidR="005C0128">
              <w:t xml:space="preserve">, verify and resolve quality issues for substandard </w:t>
            </w:r>
            <w:r w:rsidRPr="009A70D7">
              <w:t xml:space="preserve">works </w:t>
            </w:r>
          </w:p>
          <w:p w14:paraId="5B6D8E7C" w14:textId="5797CFDA" w:rsidR="003D3A4F" w:rsidRDefault="003D3A4F" w:rsidP="003D3A4F">
            <w:r>
              <w:t xml:space="preserve">4.7 </w:t>
            </w:r>
            <w:r w:rsidR="005C0128">
              <w:t>R</w:t>
            </w:r>
            <w:r>
              <w:t>esolve substandard work</w:t>
            </w:r>
            <w:r w:rsidR="005C0128">
              <w:t xml:space="preserve"> according to project plan and workplace procedures</w:t>
            </w:r>
          </w:p>
          <w:p w14:paraId="3AFC93DB" w14:textId="1A50BFB7" w:rsidR="009A70D7" w:rsidRPr="009A70D7" w:rsidRDefault="009A70D7" w:rsidP="002D4682">
            <w:r w:rsidRPr="009A70D7">
              <w:t>4.</w:t>
            </w:r>
            <w:r w:rsidR="003D3A4F">
              <w:t>8</w:t>
            </w:r>
            <w:r w:rsidRPr="009A70D7">
              <w:t xml:space="preserve"> Monitor </w:t>
            </w:r>
            <w:r w:rsidR="003D3A4F">
              <w:t xml:space="preserve">and resolve </w:t>
            </w:r>
            <w:r w:rsidRPr="009A70D7">
              <w:t xml:space="preserve">environmental impact of project works </w:t>
            </w:r>
            <w:r w:rsidR="003D3A4F">
              <w:t>according to project plan and environmental procedures</w:t>
            </w:r>
          </w:p>
        </w:tc>
      </w:tr>
      <w:tr w:rsidR="007931EC" w:rsidRPr="00963A46" w14:paraId="46ED87DD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0B77177" w14:textId="73FC7F84" w:rsidR="007931EC" w:rsidRPr="009A70D7" w:rsidRDefault="007931EC" w:rsidP="009A70D7">
            <w:pPr>
              <w:pStyle w:val="SIText"/>
            </w:pPr>
            <w:r>
              <w:t xml:space="preserve">5. Inspect and finalise completed </w:t>
            </w:r>
            <w:r w:rsidR="00DF7610">
              <w:t xml:space="preserve">project </w:t>
            </w:r>
            <w:r>
              <w:t xml:space="preserve">works </w:t>
            </w:r>
          </w:p>
        </w:tc>
        <w:tc>
          <w:tcPr>
            <w:tcW w:w="3604" w:type="pct"/>
            <w:shd w:val="clear" w:color="auto" w:fill="auto"/>
          </w:tcPr>
          <w:p w14:paraId="5C3BDACB" w14:textId="59A7B49C" w:rsidR="007931EC" w:rsidRDefault="007931EC" w:rsidP="009A70D7">
            <w:r>
              <w:t xml:space="preserve">5.1 </w:t>
            </w:r>
            <w:r w:rsidR="00251E33">
              <w:t>I</w:t>
            </w:r>
            <w:r>
              <w:t>nspect and assess works against project outcomes and specifications</w:t>
            </w:r>
            <w:r w:rsidR="00251E33">
              <w:t xml:space="preserve"> with client</w:t>
            </w:r>
          </w:p>
          <w:p w14:paraId="174A53CE" w14:textId="1812B38A" w:rsidR="00251E33" w:rsidRDefault="00251E33" w:rsidP="009A70D7">
            <w:r>
              <w:t>5.2 Resolve substandard work identified during works inspection</w:t>
            </w:r>
          </w:p>
          <w:p w14:paraId="31EAFCBE" w14:textId="2E1DE7B9" w:rsidR="007931EC" w:rsidRDefault="007931EC" w:rsidP="00251E33">
            <w:r>
              <w:t>5.</w:t>
            </w:r>
            <w:r w:rsidR="00251E33">
              <w:t>3</w:t>
            </w:r>
            <w:r>
              <w:t xml:space="preserve"> </w:t>
            </w:r>
            <w:r w:rsidR="00251E33">
              <w:t>C</w:t>
            </w:r>
            <w:r w:rsidRPr="009A70D7">
              <w:t>onfirm</w:t>
            </w:r>
            <w:r w:rsidR="00251E33">
              <w:t xml:space="preserve"> completion of works </w:t>
            </w:r>
            <w:r w:rsidRPr="009A70D7">
              <w:t>with client</w:t>
            </w:r>
          </w:p>
          <w:p w14:paraId="4888E607" w14:textId="1DE043D9" w:rsidR="007931EC" w:rsidRPr="009A70D7" w:rsidRDefault="00251E33" w:rsidP="002D4682">
            <w:r>
              <w:t>5.4 Close project according to workplace procedures</w:t>
            </w:r>
          </w:p>
        </w:tc>
      </w:tr>
    </w:tbl>
    <w:p w14:paraId="50784BCC" w14:textId="197DCC7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6F6D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6F6D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6F6D">
        <w:tc>
          <w:tcPr>
            <w:tcW w:w="1396" w:type="pct"/>
          </w:tcPr>
          <w:p w14:paraId="166E6F1B" w14:textId="2AF42274" w:rsidR="00F1480E" w:rsidRPr="005404CB" w:rsidRDefault="00827115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7EE57AE" w14:textId="739D8B4E" w:rsidR="00F1480E" w:rsidRPr="001E7AB2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Develop </w:t>
            </w:r>
            <w:r>
              <w:t xml:space="preserve">plans and </w:t>
            </w:r>
            <w:r w:rsidRPr="00827115">
              <w:t xml:space="preserve">procedural </w:t>
            </w:r>
            <w:r>
              <w:t>texts</w:t>
            </w:r>
            <w:r w:rsidRPr="00827115">
              <w:t xml:space="preserve"> for </w:t>
            </w:r>
            <w:r>
              <w:t>permaculture</w:t>
            </w:r>
            <w:r w:rsidRPr="00827115">
              <w:t xml:space="preserve"> </w:t>
            </w:r>
            <w:r>
              <w:t>activities</w:t>
            </w:r>
            <w:r w:rsidRPr="00827115">
              <w:t xml:space="preserve"> using clear and </w:t>
            </w:r>
            <w:r>
              <w:t>industry specific</w:t>
            </w:r>
            <w:r w:rsidRPr="00827115">
              <w:t xml:space="preserve"> language </w:t>
            </w:r>
            <w:proofErr w:type="gramStart"/>
            <w:r w:rsidRPr="00827115">
              <w:t>in order to</w:t>
            </w:r>
            <w:proofErr w:type="gramEnd"/>
            <w:r w:rsidRPr="00827115">
              <w:t xml:space="preserve"> convey explicit information, requirements and recommendations</w:t>
            </w:r>
          </w:p>
          <w:p w14:paraId="6185B3D2" w14:textId="7DF62365" w:rsidR="00827115" w:rsidRPr="005404CB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Prepare documentation expressing ideas, explores complex issues and is constructed logically, </w:t>
            </w:r>
            <w:proofErr w:type="gramStart"/>
            <w:r w:rsidRPr="00827115">
              <w:t>succinctly</w:t>
            </w:r>
            <w:proofErr w:type="gramEnd"/>
            <w:r w:rsidRPr="00827115">
              <w:t xml:space="preserve"> and accurately</w:t>
            </w:r>
          </w:p>
        </w:tc>
      </w:tr>
      <w:tr w:rsidR="00F1480E" w:rsidRPr="00336FCA" w:rsidDel="00423CB2" w14:paraId="0655D844" w14:textId="77777777" w:rsidTr="00CA6F6D">
        <w:tc>
          <w:tcPr>
            <w:tcW w:w="1396" w:type="pct"/>
          </w:tcPr>
          <w:p w14:paraId="64582310" w14:textId="747EAA5C" w:rsidR="00F1480E" w:rsidRPr="005404CB" w:rsidRDefault="00827115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09EDAAF" w:rsidR="00F1480E" w:rsidRPr="005404CB" w:rsidRDefault="00827115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827115">
              <w:t xml:space="preserve"> and maintain complex and effective communications </w:t>
            </w:r>
            <w:r>
              <w:t xml:space="preserve">during negotiations, </w:t>
            </w:r>
            <w:proofErr w:type="gramStart"/>
            <w:r>
              <w:t>discussion</w:t>
            </w:r>
            <w:proofErr w:type="gramEnd"/>
            <w:r>
              <w:t xml:space="preserve"> and confirmation of works with stakeholders, demonstrating a </w:t>
            </w:r>
            <w:r w:rsidRPr="00827115">
              <w:t>depth of understanding of complex oral texts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7308C5E1" w14:textId="77777777" w:rsidR="002C4E82" w:rsidRDefault="00251E33" w:rsidP="00251E33">
            <w:pPr>
              <w:pStyle w:val="SIText"/>
            </w:pPr>
            <w:r w:rsidRPr="00AF7EA2">
              <w:t>AHCPER505 Plan and supervise the implementation of permaculture project works</w:t>
            </w:r>
          </w:p>
          <w:p w14:paraId="18ED5BE1" w14:textId="2C4049FF" w:rsidR="00D611DD" w:rsidRPr="002C4E82" w:rsidRDefault="00D611DD" w:rsidP="00251E3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432A73E" w14:textId="77777777" w:rsidR="002C4E82" w:rsidRDefault="00251E33" w:rsidP="002C4E82">
            <w:pPr>
              <w:pStyle w:val="SIText"/>
            </w:pPr>
            <w:r w:rsidRPr="00251E33">
              <w:t>AHCPER505 Plan and supervise the implementation of permaculture project works</w:t>
            </w:r>
          </w:p>
          <w:p w14:paraId="64EA7AE3" w14:textId="562C0D58" w:rsidR="00D611DD" w:rsidRPr="002C4E82" w:rsidRDefault="00D611DD" w:rsidP="002C4E8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432128" w14:textId="77777777" w:rsidR="007B77E8" w:rsidRDefault="00981F0A" w:rsidP="002C4E82">
            <w:pPr>
              <w:pStyle w:val="SIText"/>
            </w:pPr>
            <w:r>
              <w:t>Changes to Application</w:t>
            </w:r>
            <w:r w:rsidR="007B77E8">
              <w:t xml:space="preserve"> </w:t>
            </w:r>
            <w:r>
              <w:t>for clarity</w:t>
            </w:r>
            <w:r w:rsidR="007B77E8">
              <w:t>.</w:t>
            </w:r>
          </w:p>
          <w:p w14:paraId="3E031D32" w14:textId="0E5249F8" w:rsidR="00981F0A" w:rsidRPr="002C4E82" w:rsidRDefault="007B77E8" w:rsidP="002D4682">
            <w:pPr>
              <w:pStyle w:val="SIText"/>
            </w:pPr>
            <w:r>
              <w:t>Split Element and reviewed sequencing of Performance Criteria for clarity</w:t>
            </w:r>
          </w:p>
        </w:tc>
        <w:tc>
          <w:tcPr>
            <w:tcW w:w="1616" w:type="pct"/>
          </w:tcPr>
          <w:p w14:paraId="426455CD" w14:textId="5B9669CB" w:rsidR="002C4E82" w:rsidRPr="002C4E82" w:rsidRDefault="007B77E8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4C5BC0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6F6D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CA6F6D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AE08B7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7EA2" w:rsidRPr="00AF7EA2">
              <w:t>AHCPER505 Plan and supervise the implementation of permaculture project works</w:t>
            </w:r>
          </w:p>
        </w:tc>
      </w:tr>
      <w:tr w:rsidR="00556C4C" w:rsidRPr="00A55106" w14:paraId="4D527228" w14:textId="77777777" w:rsidTr="00CA6F6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CA6F6D">
        <w:tc>
          <w:tcPr>
            <w:tcW w:w="5000" w:type="pct"/>
            <w:gridSpan w:val="2"/>
            <w:shd w:val="clear" w:color="auto" w:fill="auto"/>
          </w:tcPr>
          <w:p w14:paraId="57701F0D" w14:textId="61EB4B05" w:rsidR="007B77E8" w:rsidRPr="007B77E8" w:rsidRDefault="007B77E8" w:rsidP="007B77E8">
            <w:r w:rsidRPr="007B77E8">
              <w:t xml:space="preserve">An individual demonstrating competency must satisfy </w:t>
            </w:r>
            <w:proofErr w:type="gramStart"/>
            <w:r w:rsidRPr="007B77E8">
              <w:t>all of</w:t>
            </w:r>
            <w:proofErr w:type="gramEnd"/>
            <w:r w:rsidRPr="007B77E8">
              <w:t xml:space="preserve"> the elements and performance criteria in this unit.</w:t>
            </w:r>
          </w:p>
          <w:p w14:paraId="33EED3DE" w14:textId="126D0EBE" w:rsidR="007B77E8" w:rsidRDefault="007B77E8" w:rsidP="001E7AB2">
            <w:pPr>
              <w:pStyle w:val="SIText"/>
            </w:pPr>
            <w:r w:rsidRPr="007B77E8">
              <w:t>There must be e</w:t>
            </w:r>
            <w:r>
              <w:t>vidence that the individual has on at least one occasion planned and supervised the implementation of a permaculture project and has:</w:t>
            </w:r>
          </w:p>
          <w:p w14:paraId="284E2C7E" w14:textId="064E3456" w:rsidR="009A70D7" w:rsidRDefault="009A70D7" w:rsidP="009A70D7">
            <w:pPr>
              <w:pStyle w:val="SIBulletList1"/>
            </w:pPr>
            <w:r w:rsidRPr="009A70D7">
              <w:t>determine</w:t>
            </w:r>
            <w:r w:rsidR="007B77E8">
              <w:t>d</w:t>
            </w:r>
            <w:r w:rsidRPr="009A70D7">
              <w:t xml:space="preserve"> and review</w:t>
            </w:r>
            <w:r w:rsidR="007B77E8">
              <w:t>ed</w:t>
            </w:r>
            <w:r w:rsidRPr="009A70D7">
              <w:t xml:space="preserve"> project scope of work</w:t>
            </w:r>
          </w:p>
          <w:p w14:paraId="2DE1AE9D" w14:textId="0402E99F" w:rsidR="00EA7519" w:rsidRDefault="007B77E8" w:rsidP="009A70D7">
            <w:pPr>
              <w:pStyle w:val="SIBulletList1"/>
            </w:pPr>
            <w:r>
              <w:t xml:space="preserve">inspected site and </w:t>
            </w:r>
            <w:r w:rsidR="00EA7519">
              <w:t>verif</w:t>
            </w:r>
            <w:r>
              <w:t>ied</w:t>
            </w:r>
            <w:r w:rsidR="00EA7519">
              <w:t xml:space="preserve"> site characteristics </w:t>
            </w:r>
            <w:r>
              <w:t>against project plan, including:</w:t>
            </w:r>
          </w:p>
          <w:p w14:paraId="7FB6EC18" w14:textId="6F4D6EE3" w:rsidR="00EA7519" w:rsidRDefault="00EA7519" w:rsidP="001E7AB2">
            <w:pPr>
              <w:pStyle w:val="SIBulletList2"/>
            </w:pPr>
            <w:r>
              <w:t>biophysical</w:t>
            </w:r>
          </w:p>
          <w:p w14:paraId="4400ED1B" w14:textId="12EEA53D" w:rsidR="00EA7519" w:rsidRDefault="00EA7519" w:rsidP="001E7AB2">
            <w:pPr>
              <w:pStyle w:val="SIBulletList2"/>
            </w:pPr>
            <w:r>
              <w:t>environmental</w:t>
            </w:r>
          </w:p>
          <w:p w14:paraId="12CE6C0E" w14:textId="040F9C5D" w:rsidR="00EA7519" w:rsidRPr="009A70D7" w:rsidRDefault="00EA7519" w:rsidP="001E7AB2">
            <w:pPr>
              <w:pStyle w:val="SIBulletList2"/>
            </w:pPr>
            <w:r>
              <w:t>historical</w:t>
            </w:r>
          </w:p>
          <w:p w14:paraId="5A0D972B" w14:textId="20ADBE49" w:rsidR="009A70D7" w:rsidRPr="009A70D7" w:rsidRDefault="009A70D7" w:rsidP="009A70D7">
            <w:pPr>
              <w:pStyle w:val="SIBulletList1"/>
            </w:pPr>
            <w:r w:rsidRPr="009A70D7">
              <w:t>assess</w:t>
            </w:r>
            <w:r w:rsidR="007B77E8">
              <w:t>ed</w:t>
            </w:r>
            <w:r w:rsidRPr="009A70D7">
              <w:t xml:space="preserve"> </w:t>
            </w:r>
            <w:r w:rsidR="007B77E8">
              <w:t xml:space="preserve">and resolved </w:t>
            </w:r>
            <w:r w:rsidRPr="009A70D7">
              <w:t xml:space="preserve">site </w:t>
            </w:r>
            <w:r w:rsidR="007B77E8">
              <w:t>technical challenges</w:t>
            </w:r>
            <w:r w:rsidRPr="009A70D7">
              <w:t xml:space="preserve"> associated with implementation of permaculture works</w:t>
            </w:r>
            <w:r w:rsidR="007B77E8">
              <w:t xml:space="preserve"> </w:t>
            </w:r>
          </w:p>
          <w:p w14:paraId="566D2BB4" w14:textId="1A3F3EF5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schedules for implementation of permaculture works</w:t>
            </w:r>
          </w:p>
          <w:p w14:paraId="3532857D" w14:textId="075F017E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a staged permaculture works plan</w:t>
            </w:r>
          </w:p>
          <w:p w14:paraId="312E8D30" w14:textId="4469AC18" w:rsidR="00441CD6" w:rsidRDefault="007B77E8" w:rsidP="009A70D7">
            <w:pPr>
              <w:pStyle w:val="SIBulletList1"/>
            </w:pPr>
            <w:r>
              <w:t xml:space="preserve">prepared </w:t>
            </w:r>
            <w:proofErr w:type="gramStart"/>
            <w:r>
              <w:t>site specific</w:t>
            </w:r>
            <w:proofErr w:type="gramEnd"/>
            <w:r>
              <w:t xml:space="preserve"> health, safety and environmental</w:t>
            </w:r>
            <w:r w:rsidR="00441CD6">
              <w:t xml:space="preserve"> procedures</w:t>
            </w:r>
          </w:p>
          <w:p w14:paraId="6E37D1DE" w14:textId="6F40DE06" w:rsidR="009A70D7" w:rsidRPr="009A70D7" w:rsidRDefault="00441CD6" w:rsidP="009A70D7">
            <w:pPr>
              <w:pStyle w:val="SIBulletList1"/>
            </w:pPr>
            <w:r>
              <w:t xml:space="preserve">engaged and briefed human resources on works and </w:t>
            </w:r>
            <w:r w:rsidR="009A70D7" w:rsidRPr="009A70D7">
              <w:t>health and safety</w:t>
            </w:r>
          </w:p>
          <w:p w14:paraId="03A51304" w14:textId="7B775C22" w:rsidR="009A70D7" w:rsidRDefault="009A70D7" w:rsidP="009A70D7">
            <w:pPr>
              <w:pStyle w:val="SIBulletList1"/>
            </w:pPr>
            <w:r w:rsidRPr="009A70D7">
              <w:t>supervise</w:t>
            </w:r>
            <w:r w:rsidR="00441CD6">
              <w:t>d</w:t>
            </w:r>
            <w:r w:rsidRPr="009A70D7">
              <w:t xml:space="preserve"> permaculture project works</w:t>
            </w:r>
            <w:r w:rsidR="00441CD6">
              <w:t xml:space="preserve"> and monitored and rectified quality issues</w:t>
            </w:r>
          </w:p>
          <w:p w14:paraId="6BFA69AA" w14:textId="40BE03A3" w:rsidR="00556C4C" w:rsidRPr="005404CB" w:rsidRDefault="00441CD6" w:rsidP="001E7AB2">
            <w:pPr>
              <w:pStyle w:val="SIBulletList1"/>
            </w:pPr>
            <w:r>
              <w:t>inspected and finalised project works with client.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6F6D">
        <w:tc>
          <w:tcPr>
            <w:tcW w:w="5000" w:type="pct"/>
            <w:shd w:val="clear" w:color="auto" w:fill="auto"/>
          </w:tcPr>
          <w:p w14:paraId="544EBE83" w14:textId="532A0397" w:rsidR="00441CD6" w:rsidRDefault="00441CD6" w:rsidP="001E7AB2">
            <w:pPr>
              <w:pStyle w:val="SIText"/>
            </w:pPr>
            <w:r w:rsidRPr="00441CD6">
              <w:t>An individual must be able to demonstrate the knowledge required to perform the tasks outlined in the elements and performance criteria of this unit. This includes knowledge of:</w:t>
            </w:r>
          </w:p>
          <w:p w14:paraId="5C33C676" w14:textId="5F75BAD2" w:rsidR="009A70D7" w:rsidRPr="009A70D7" w:rsidRDefault="009A70D7" w:rsidP="009A70D7">
            <w:pPr>
              <w:pStyle w:val="SIBulletList1"/>
            </w:pPr>
            <w:r w:rsidRPr="009A70D7">
              <w:t xml:space="preserve">permaculture </w:t>
            </w:r>
            <w:r w:rsidR="00441CD6">
              <w:t xml:space="preserve">and organic </w:t>
            </w:r>
            <w:r w:rsidRPr="009A70D7">
              <w:t>principles and practices</w:t>
            </w:r>
          </w:p>
          <w:p w14:paraId="495176B5" w14:textId="4B178BC8" w:rsidR="009A70D7" w:rsidRPr="009A70D7" w:rsidRDefault="00441CD6" w:rsidP="009A70D7">
            <w:pPr>
              <w:pStyle w:val="SIBulletList1"/>
            </w:pPr>
            <w:r>
              <w:t>types and characteristics</w:t>
            </w:r>
            <w:r w:rsidRPr="00441CD6">
              <w:t xml:space="preserve"> </w:t>
            </w:r>
            <w:r>
              <w:t>of p</w:t>
            </w:r>
            <w:r w:rsidR="009A70D7" w:rsidRPr="009A70D7">
              <w:t xml:space="preserve">ermaculture project works, </w:t>
            </w:r>
            <w:r>
              <w:t>including</w:t>
            </w:r>
            <w:r w:rsidR="009A70D7" w:rsidRPr="009A70D7">
              <w:t>:</w:t>
            </w:r>
          </w:p>
          <w:p w14:paraId="5543CF6D" w14:textId="594D0880" w:rsidR="009A70D7" w:rsidRPr="009A70D7" w:rsidRDefault="009A70D7" w:rsidP="00BD7518">
            <w:pPr>
              <w:pStyle w:val="SIBulletList2"/>
            </w:pPr>
            <w:r w:rsidRPr="009A70D7">
              <w:t xml:space="preserve">food </w:t>
            </w:r>
            <w:r w:rsidR="00441CD6">
              <w:t xml:space="preserve">and community </w:t>
            </w:r>
            <w:r w:rsidRPr="009A70D7">
              <w:t>gardens</w:t>
            </w:r>
          </w:p>
          <w:p w14:paraId="3CB0F523" w14:textId="396379D4" w:rsidR="009A70D7" w:rsidRPr="009A70D7" w:rsidRDefault="009A70D7" w:rsidP="00BD7518">
            <w:pPr>
              <w:pStyle w:val="SIBulletList2"/>
            </w:pPr>
            <w:r w:rsidRPr="009A70D7">
              <w:t xml:space="preserve">urban </w:t>
            </w:r>
            <w:r w:rsidR="00D611DD">
              <w:t xml:space="preserve">and rural </w:t>
            </w:r>
            <w:r w:rsidRPr="009A70D7">
              <w:t>permaculture systems</w:t>
            </w:r>
          </w:p>
          <w:p w14:paraId="34F9C692" w14:textId="6C74DC29" w:rsidR="009A70D7" w:rsidRPr="009A70D7" w:rsidRDefault="009A70D7" w:rsidP="00BD7518">
            <w:pPr>
              <w:pStyle w:val="SIBulletList2"/>
            </w:pPr>
            <w:r w:rsidRPr="009A70D7">
              <w:t>aquaculture</w:t>
            </w:r>
            <w:r w:rsidR="00D611DD">
              <w:t>, horticulture, forest</w:t>
            </w:r>
            <w:r w:rsidRPr="009A70D7">
              <w:t xml:space="preserve"> systems</w:t>
            </w:r>
          </w:p>
          <w:p w14:paraId="52E8F830" w14:textId="31E61B29" w:rsidR="009A70D7" w:rsidRPr="009A70D7" w:rsidRDefault="00D611DD" w:rsidP="00BD7518">
            <w:pPr>
              <w:pStyle w:val="SIBulletList2"/>
            </w:pPr>
            <w:r>
              <w:t xml:space="preserve">agriculture </w:t>
            </w:r>
            <w:r w:rsidR="009A70D7" w:rsidRPr="009A70D7">
              <w:t>grazing and pasture systems</w:t>
            </w:r>
          </w:p>
          <w:p w14:paraId="0B014C99" w14:textId="77777777" w:rsidR="009A70D7" w:rsidRPr="009A70D7" w:rsidRDefault="009A70D7" w:rsidP="00235E54">
            <w:pPr>
              <w:pStyle w:val="SIBulletList2"/>
            </w:pPr>
            <w:r w:rsidRPr="009A70D7">
              <w:t xml:space="preserve">integrated food, </w:t>
            </w:r>
            <w:proofErr w:type="gramStart"/>
            <w:r w:rsidRPr="009A70D7">
              <w:t>fibre</w:t>
            </w:r>
            <w:proofErr w:type="gramEnd"/>
            <w:r w:rsidRPr="009A70D7">
              <w:t xml:space="preserve"> and energy systems</w:t>
            </w:r>
          </w:p>
          <w:p w14:paraId="4BE440BB" w14:textId="50457976" w:rsidR="009A70D7" w:rsidRPr="009A70D7" w:rsidRDefault="009A70D7" w:rsidP="00BD7518">
            <w:pPr>
              <w:pStyle w:val="SIBulletList2"/>
            </w:pPr>
            <w:r w:rsidRPr="009A70D7">
              <w:t xml:space="preserve">permaculture </w:t>
            </w:r>
            <w:r w:rsidR="00D611DD">
              <w:t>infrastructure requirements</w:t>
            </w:r>
          </w:p>
          <w:p w14:paraId="053068C7" w14:textId="3575A71E" w:rsidR="00D611DD" w:rsidRDefault="009A70D7" w:rsidP="00BD7518">
            <w:pPr>
              <w:pStyle w:val="SIBulletList2"/>
            </w:pPr>
            <w:r w:rsidRPr="009A70D7">
              <w:t>s</w:t>
            </w:r>
            <w:r w:rsidR="00D611DD">
              <w:t>ustainable soil management</w:t>
            </w:r>
          </w:p>
          <w:p w14:paraId="44BE2EBA" w14:textId="77777777" w:rsidR="00D611DD" w:rsidRDefault="00D611DD" w:rsidP="00BD7518">
            <w:pPr>
              <w:pStyle w:val="SIBulletList2"/>
            </w:pPr>
            <w:r>
              <w:t>water management and distribution</w:t>
            </w:r>
          </w:p>
          <w:p w14:paraId="67444E4E" w14:textId="5D61FA9C" w:rsidR="009A70D7" w:rsidRPr="009A70D7" w:rsidRDefault="009A70D7" w:rsidP="00BD7518">
            <w:pPr>
              <w:pStyle w:val="SIBulletList2"/>
            </w:pPr>
            <w:r w:rsidRPr="009A70D7">
              <w:t xml:space="preserve">natural </w:t>
            </w:r>
            <w:r w:rsidR="00D611DD">
              <w:t xml:space="preserve">ecosystem conservation and </w:t>
            </w:r>
            <w:r w:rsidRPr="009A70D7">
              <w:t>regeneration</w:t>
            </w:r>
          </w:p>
          <w:p w14:paraId="5FC8304B" w14:textId="77777777" w:rsidR="009A70D7" w:rsidRPr="009A70D7" w:rsidRDefault="009A70D7" w:rsidP="009A70D7">
            <w:pPr>
              <w:pStyle w:val="SIBulletList1"/>
            </w:pPr>
            <w:r w:rsidRPr="009A70D7">
              <w:t>permaculture design techniques including zone and sector planning</w:t>
            </w:r>
          </w:p>
          <w:p w14:paraId="1DF19C5E" w14:textId="4904BD8B" w:rsidR="009A70D7" w:rsidRPr="009A70D7" w:rsidRDefault="009A70D7" w:rsidP="009A70D7">
            <w:pPr>
              <w:pStyle w:val="SIBulletList1"/>
            </w:pPr>
            <w:r w:rsidRPr="009A70D7">
              <w:t xml:space="preserve">biophysical factors of a site, </w:t>
            </w:r>
            <w:r w:rsidR="00441CD6">
              <w:t>including</w:t>
            </w:r>
            <w:r w:rsidRPr="009A70D7">
              <w:t>:</w:t>
            </w:r>
          </w:p>
          <w:p w14:paraId="590883EF" w14:textId="4DFB0972" w:rsidR="009A70D7" w:rsidRPr="009A70D7" w:rsidRDefault="009A70D7" w:rsidP="00BD7518">
            <w:pPr>
              <w:pStyle w:val="SIBulletList2"/>
            </w:pPr>
            <w:r w:rsidRPr="009A70D7">
              <w:t xml:space="preserve">location </w:t>
            </w:r>
            <w:r w:rsidR="00441CD6">
              <w:t xml:space="preserve">and boundaries of </w:t>
            </w:r>
            <w:r w:rsidRPr="009A70D7">
              <w:t>site</w:t>
            </w:r>
          </w:p>
          <w:p w14:paraId="2539089E" w14:textId="77777777" w:rsidR="009A70D7" w:rsidRPr="009A70D7" w:rsidRDefault="009A70D7" w:rsidP="00BD7518">
            <w:pPr>
              <w:pStyle w:val="SIBulletList2"/>
            </w:pPr>
            <w:r w:rsidRPr="009A70D7">
              <w:t>environmental considerations</w:t>
            </w:r>
          </w:p>
          <w:p w14:paraId="180C5E75" w14:textId="32F56E04" w:rsidR="009A70D7" w:rsidRPr="009A70D7" w:rsidRDefault="00441CD6" w:rsidP="00BD7518">
            <w:pPr>
              <w:pStyle w:val="SIBulletList2"/>
            </w:pPr>
            <w:r>
              <w:t xml:space="preserve">site </w:t>
            </w:r>
            <w:r w:rsidR="009A70D7" w:rsidRPr="009A70D7">
              <w:t>access issues</w:t>
            </w:r>
          </w:p>
          <w:p w14:paraId="179E4543" w14:textId="77777777" w:rsidR="009A70D7" w:rsidRPr="009A70D7" w:rsidRDefault="009A70D7" w:rsidP="00752B87">
            <w:pPr>
              <w:pStyle w:val="SIBulletList2"/>
            </w:pPr>
            <w:r w:rsidRPr="009A70D7">
              <w:t>utility service</w:t>
            </w:r>
          </w:p>
          <w:p w14:paraId="34A037D8" w14:textId="77777777" w:rsidR="009A70D7" w:rsidRPr="009A70D7" w:rsidRDefault="009A70D7" w:rsidP="00CA6F6D">
            <w:pPr>
              <w:pStyle w:val="SIBulletList2"/>
            </w:pPr>
            <w:r w:rsidRPr="009A70D7">
              <w:t>adjacent landholder considerations</w:t>
            </w:r>
          </w:p>
          <w:p w14:paraId="018B3170" w14:textId="77777777" w:rsidR="009A70D7" w:rsidRPr="009A70D7" w:rsidRDefault="009A70D7" w:rsidP="00BD7518">
            <w:pPr>
              <w:pStyle w:val="SIBulletList2"/>
            </w:pPr>
            <w:r w:rsidRPr="009A70D7">
              <w:t>security issues</w:t>
            </w:r>
          </w:p>
          <w:p w14:paraId="3A00BF2F" w14:textId="549A4E25" w:rsidR="009A70D7" w:rsidRPr="009A70D7" w:rsidRDefault="00441CD6" w:rsidP="00CA6F6D">
            <w:pPr>
              <w:pStyle w:val="SIBulletList2"/>
            </w:pPr>
            <w:r>
              <w:t xml:space="preserve">climatic conditions </w:t>
            </w:r>
            <w:proofErr w:type="gramStart"/>
            <w:r>
              <w:t>including,</w:t>
            </w:r>
            <w:proofErr w:type="gramEnd"/>
            <w:r>
              <w:t xml:space="preserve"> </w:t>
            </w:r>
            <w:r w:rsidR="009A70D7" w:rsidRPr="009A70D7">
              <w:t>rainfall</w:t>
            </w:r>
            <w:r>
              <w:t xml:space="preserve">, </w:t>
            </w:r>
            <w:r w:rsidR="009A70D7" w:rsidRPr="009A70D7">
              <w:t>humidity</w:t>
            </w:r>
            <w:r>
              <w:t xml:space="preserve">, </w:t>
            </w:r>
            <w:r w:rsidR="009A70D7" w:rsidRPr="009A70D7">
              <w:t>wind and sunlight intensity</w:t>
            </w:r>
          </w:p>
          <w:p w14:paraId="7BBB661E" w14:textId="598D2C95" w:rsidR="009A70D7" w:rsidRPr="009A70D7" w:rsidRDefault="009A70D7" w:rsidP="00CA6F6D">
            <w:pPr>
              <w:pStyle w:val="SIBulletList2"/>
            </w:pPr>
            <w:r w:rsidRPr="009A70D7">
              <w:t>soil types</w:t>
            </w:r>
            <w:r w:rsidR="00441CD6">
              <w:t xml:space="preserve"> and characteristics </w:t>
            </w:r>
            <w:proofErr w:type="gramStart"/>
            <w:r w:rsidR="00441CD6">
              <w:t>including,</w:t>
            </w:r>
            <w:proofErr w:type="gramEnd"/>
            <w:r w:rsidR="00441CD6">
              <w:t xml:space="preserve"> </w:t>
            </w:r>
            <w:r w:rsidRPr="009A70D7">
              <w:t>nutrients and deficiencies</w:t>
            </w:r>
          </w:p>
          <w:p w14:paraId="18B1FB53" w14:textId="00CACF28" w:rsidR="009A70D7" w:rsidRPr="009A70D7" w:rsidRDefault="00441CD6" w:rsidP="00CA6F6D">
            <w:pPr>
              <w:pStyle w:val="SIBulletList2"/>
            </w:pPr>
            <w:r>
              <w:t xml:space="preserve">property </w:t>
            </w:r>
            <w:r w:rsidR="00CA6F6D">
              <w:t xml:space="preserve">characteristics including, </w:t>
            </w:r>
            <w:r w:rsidR="009A70D7" w:rsidRPr="009A70D7">
              <w:t>slope</w:t>
            </w:r>
            <w:r w:rsidR="00CA6F6D">
              <w:t xml:space="preserve">, aspect, </w:t>
            </w:r>
            <w:r w:rsidR="009A70D7" w:rsidRPr="009A70D7">
              <w:t>natural and artificial watercourses</w:t>
            </w:r>
            <w:r w:rsidR="00CA6F6D">
              <w:t xml:space="preserve">, </w:t>
            </w:r>
            <w:r w:rsidR="009A70D7" w:rsidRPr="009A70D7">
              <w:t>outcrops of rock</w:t>
            </w:r>
            <w:r w:rsidR="00CA6F6D">
              <w:t xml:space="preserve">, </w:t>
            </w:r>
            <w:r w:rsidR="009A70D7" w:rsidRPr="009A70D7">
              <w:t>presence of significant vegetation</w:t>
            </w:r>
          </w:p>
          <w:p w14:paraId="7F0350FA" w14:textId="7F79CF6D" w:rsidR="009A70D7" w:rsidRPr="009A70D7" w:rsidRDefault="00CA6F6D" w:rsidP="00BD7518">
            <w:pPr>
              <w:pStyle w:val="SIBulletList2"/>
            </w:pPr>
            <w:r>
              <w:t xml:space="preserve">weeds and existing </w:t>
            </w:r>
            <w:r w:rsidR="009A70D7" w:rsidRPr="009A70D7">
              <w:t>plants</w:t>
            </w:r>
          </w:p>
          <w:p w14:paraId="3D467F01" w14:textId="41E2C079" w:rsidR="009A70D7" w:rsidRPr="009A70D7" w:rsidRDefault="00CA6F6D" w:rsidP="00BD7518">
            <w:pPr>
              <w:pStyle w:val="SIBulletList2"/>
            </w:pPr>
            <w:r>
              <w:t xml:space="preserve">feral or indigenous </w:t>
            </w:r>
            <w:r w:rsidR="009A70D7" w:rsidRPr="009A70D7">
              <w:t xml:space="preserve">animals </w:t>
            </w:r>
            <w:r>
              <w:t xml:space="preserve">and their </w:t>
            </w:r>
            <w:r w:rsidR="009A70D7" w:rsidRPr="009A70D7">
              <w:t>management</w:t>
            </w:r>
          </w:p>
          <w:p w14:paraId="548330B0" w14:textId="32FEB667" w:rsidR="009A70D7" w:rsidRPr="009A70D7" w:rsidRDefault="009A70D7" w:rsidP="009A70D7">
            <w:pPr>
              <w:pStyle w:val="SIBulletList1"/>
            </w:pPr>
            <w:r w:rsidRPr="009A70D7">
              <w:t xml:space="preserve">practical understanding of the environmental issues associated with undertaking permaculture works, </w:t>
            </w:r>
            <w:r w:rsidR="00CA6F6D">
              <w:t>including</w:t>
            </w:r>
            <w:r w:rsidRPr="009A70D7">
              <w:t>:</w:t>
            </w:r>
          </w:p>
          <w:p w14:paraId="47EFBC49" w14:textId="77777777" w:rsidR="009A70D7" w:rsidRPr="009A70D7" w:rsidRDefault="009A70D7" w:rsidP="00BD7518">
            <w:pPr>
              <w:pStyle w:val="SIBulletList2"/>
            </w:pPr>
            <w:r w:rsidRPr="009A70D7">
              <w:t>use of materials that come from sustainable sources</w:t>
            </w:r>
          </w:p>
          <w:p w14:paraId="53170905" w14:textId="77777777" w:rsidR="009A70D7" w:rsidRPr="009A70D7" w:rsidRDefault="009A70D7" w:rsidP="00BD7518">
            <w:pPr>
              <w:pStyle w:val="SIBulletList2"/>
            </w:pPr>
            <w:r w:rsidRPr="009A70D7">
              <w:t>duty of care in conserving sites natural values</w:t>
            </w:r>
          </w:p>
          <w:p w14:paraId="35C1F01D" w14:textId="77777777" w:rsidR="009A70D7" w:rsidRPr="009A70D7" w:rsidRDefault="009A70D7" w:rsidP="00BD7518">
            <w:pPr>
              <w:pStyle w:val="SIBulletList2"/>
            </w:pPr>
            <w:r w:rsidRPr="009A70D7">
              <w:t>work practices</w:t>
            </w:r>
          </w:p>
          <w:p w14:paraId="6C256691" w14:textId="77777777" w:rsidR="009A70D7" w:rsidRPr="009A70D7" w:rsidRDefault="009A70D7" w:rsidP="00BD7518">
            <w:pPr>
              <w:pStyle w:val="SIBulletList2"/>
            </w:pPr>
            <w:r w:rsidRPr="009A70D7">
              <w:t>the use and movement of machinery, storage of materials, removal of weeds and movement of soil and other materials into, across and beyond the site</w:t>
            </w:r>
          </w:p>
          <w:p w14:paraId="71DCC74D" w14:textId="77777777" w:rsidR="009A70D7" w:rsidRPr="009A70D7" w:rsidRDefault="009A70D7" w:rsidP="009A70D7">
            <w:pPr>
              <w:pStyle w:val="SIBulletList1"/>
            </w:pPr>
            <w:r w:rsidRPr="009A70D7">
              <w:lastRenderedPageBreak/>
              <w:t>principles of ecology including specific plant and animal relationships and habitat requirements</w:t>
            </w:r>
          </w:p>
          <w:p w14:paraId="3DD6D447" w14:textId="70A85C17" w:rsidR="009A70D7" w:rsidRPr="009A70D7" w:rsidRDefault="009A70D7" w:rsidP="009A70D7">
            <w:pPr>
              <w:pStyle w:val="SIBulletList1"/>
            </w:pPr>
            <w:r w:rsidRPr="009A70D7">
              <w:t xml:space="preserve">statutory compliance and obligations, </w:t>
            </w:r>
            <w:r w:rsidR="00CA6F6D">
              <w:t>including:</w:t>
            </w:r>
          </w:p>
          <w:p w14:paraId="759A72A5" w14:textId="77777777" w:rsidR="009A70D7" w:rsidRPr="009A70D7" w:rsidRDefault="009A70D7" w:rsidP="00BD7518">
            <w:pPr>
              <w:pStyle w:val="SIBulletList2"/>
            </w:pPr>
            <w:r w:rsidRPr="009A70D7">
              <w:t>compliance with legislation, ordinances, regulations or by laws relating to the works or the work site</w:t>
            </w:r>
          </w:p>
          <w:p w14:paraId="412D0F64" w14:textId="77777777" w:rsidR="009A70D7" w:rsidRPr="009A70D7" w:rsidRDefault="009A70D7" w:rsidP="00BD7518">
            <w:pPr>
              <w:pStyle w:val="SIBulletList2"/>
            </w:pPr>
            <w:r w:rsidRPr="009A70D7">
              <w:t>site responsibilities, including OHS, industrial relations and equal opportunity and employment</w:t>
            </w:r>
          </w:p>
          <w:p w14:paraId="78B43515" w14:textId="77777777" w:rsidR="009A70D7" w:rsidRPr="009A70D7" w:rsidRDefault="009A70D7" w:rsidP="009A70D7">
            <w:pPr>
              <w:pStyle w:val="SIBulletList1"/>
            </w:pPr>
            <w:r w:rsidRPr="009A70D7">
              <w:t xml:space="preserve">site evaluation techniques including methods of analysing soils, </w:t>
            </w:r>
            <w:proofErr w:type="gramStart"/>
            <w:r w:rsidRPr="009A70D7">
              <w:t>waterways</w:t>
            </w:r>
            <w:proofErr w:type="gramEnd"/>
            <w:r w:rsidRPr="009A70D7">
              <w:t xml:space="preserve"> and their condition</w:t>
            </w:r>
          </w:p>
          <w:p w14:paraId="31C4E417" w14:textId="77777777" w:rsidR="009A70D7" w:rsidRPr="009A70D7" w:rsidRDefault="009A70D7" w:rsidP="009A70D7">
            <w:pPr>
              <w:pStyle w:val="SIBulletList1"/>
            </w:pPr>
            <w:r w:rsidRPr="009A70D7">
              <w:t>soil conservation, erosion control and enhancement techniques and their advantages and disadvantages in reference to specific sites and habitats</w:t>
            </w:r>
          </w:p>
          <w:p w14:paraId="696F0AD6" w14:textId="2745397E" w:rsidR="009A70D7" w:rsidRPr="009A70D7" w:rsidRDefault="009A70D7" w:rsidP="009A70D7">
            <w:pPr>
              <w:pStyle w:val="SIBulletList1"/>
            </w:pPr>
            <w:r w:rsidRPr="009A70D7">
              <w:t>selection and use of machinery and tools</w:t>
            </w:r>
          </w:p>
          <w:p w14:paraId="63FFB4B1" w14:textId="2101BE0C" w:rsidR="009A70D7" w:rsidRPr="009A70D7" w:rsidRDefault="009A70D7" w:rsidP="009A70D7">
            <w:pPr>
              <w:pStyle w:val="SIBulletList1"/>
            </w:pPr>
            <w:r w:rsidRPr="009A70D7">
              <w:t>work health and safety hazards</w:t>
            </w:r>
            <w:r w:rsidR="00CA6F6D">
              <w:t xml:space="preserve">, </w:t>
            </w:r>
            <w:proofErr w:type="gramStart"/>
            <w:r w:rsidR="00CA6F6D">
              <w:t>risks</w:t>
            </w:r>
            <w:proofErr w:type="gramEnd"/>
            <w:r w:rsidR="00CA6F6D">
              <w:t xml:space="preserve"> and </w:t>
            </w:r>
            <w:r w:rsidRPr="009A70D7">
              <w:t>controls</w:t>
            </w:r>
          </w:p>
          <w:p w14:paraId="63C3DB4A" w14:textId="77777777" w:rsidR="009A70D7" w:rsidRPr="009A70D7" w:rsidRDefault="009A70D7" w:rsidP="009A70D7">
            <w:pPr>
              <w:pStyle w:val="SIBulletList1"/>
            </w:pPr>
            <w:r w:rsidRPr="009A70D7">
              <w:t xml:space="preserve">contract documentation including specifications, plans of permaculture works, services, supplies and </w:t>
            </w:r>
            <w:proofErr w:type="gramStart"/>
            <w:r w:rsidRPr="009A70D7">
              <w:t>surveyors</w:t>
            </w:r>
            <w:proofErr w:type="gramEnd"/>
            <w:r w:rsidRPr="009A70D7">
              <w:t xml:space="preserve"> documents</w:t>
            </w:r>
          </w:p>
          <w:p w14:paraId="70FCFA85" w14:textId="743CAE31" w:rsidR="00CA6F6D" w:rsidRDefault="00CA6F6D" w:rsidP="009A70D7">
            <w:pPr>
              <w:pStyle w:val="SIBulletList1"/>
            </w:pPr>
            <w:r>
              <w:t>planning and documenting project works, including:</w:t>
            </w:r>
          </w:p>
          <w:p w14:paraId="001BF1A1" w14:textId="77777777" w:rsidR="00CA6F6D" w:rsidRDefault="009A70D7" w:rsidP="001E7AB2">
            <w:pPr>
              <w:pStyle w:val="SIBulletList2"/>
            </w:pPr>
            <w:r w:rsidRPr="009A70D7">
              <w:t>scope of works</w:t>
            </w:r>
          </w:p>
          <w:p w14:paraId="6BC0A2C9" w14:textId="10086537" w:rsidR="009A70D7" w:rsidRPr="009A70D7" w:rsidRDefault="00CA6F6D" w:rsidP="001E7AB2">
            <w:pPr>
              <w:pStyle w:val="SIBulletList2"/>
            </w:pPr>
            <w:r>
              <w:t>statement of works</w:t>
            </w:r>
          </w:p>
          <w:p w14:paraId="5831F15A" w14:textId="77777777" w:rsidR="009A70D7" w:rsidRPr="009A70D7" w:rsidRDefault="009A70D7" w:rsidP="001E7AB2">
            <w:pPr>
              <w:pStyle w:val="SIBulletList2"/>
            </w:pPr>
            <w:r w:rsidRPr="009A70D7">
              <w:t>works breakdown into tasks</w:t>
            </w:r>
          </w:p>
          <w:p w14:paraId="0F04FF1C" w14:textId="2D1F99FE" w:rsidR="009A70D7" w:rsidRPr="009A70D7" w:rsidRDefault="009A70D7" w:rsidP="001E7AB2">
            <w:pPr>
              <w:pStyle w:val="SIBulletList2"/>
            </w:pPr>
            <w:r w:rsidRPr="009A70D7">
              <w:t xml:space="preserve">scheduling and </w:t>
            </w:r>
            <w:proofErr w:type="gramStart"/>
            <w:r w:rsidRPr="009A70D7">
              <w:t>time line</w:t>
            </w:r>
            <w:r w:rsidR="00CA6F6D">
              <w:t>s</w:t>
            </w:r>
            <w:proofErr w:type="gramEnd"/>
          </w:p>
          <w:p w14:paraId="5C8CD985" w14:textId="0A589EC4" w:rsidR="00F1480E" w:rsidRPr="005404CB" w:rsidRDefault="00CA6F6D" w:rsidP="001E7AB2">
            <w:pPr>
              <w:pStyle w:val="SIBulletList1"/>
            </w:pPr>
            <w:r>
              <w:t xml:space="preserve">quality assurance in project works including interpretation and evaluation of </w:t>
            </w:r>
            <w:r w:rsidR="009A70D7" w:rsidRPr="009A70D7">
              <w:t>specification</w:t>
            </w:r>
            <w:r>
              <w:t>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1E7AB2">
        <w:trPr>
          <w:trHeight w:val="771"/>
        </w:trPr>
        <w:tc>
          <w:tcPr>
            <w:tcW w:w="5000" w:type="pct"/>
            <w:shd w:val="clear" w:color="auto" w:fill="auto"/>
          </w:tcPr>
          <w:p w14:paraId="2CF486E2" w14:textId="77777777" w:rsidR="00CA6F6D" w:rsidRPr="00CA6F6D" w:rsidRDefault="00CA6F6D" w:rsidP="001E7AB2">
            <w:pPr>
              <w:pStyle w:val="SIText"/>
            </w:pPr>
            <w:r w:rsidRPr="00CA6F6D">
              <w:t xml:space="preserve">Assessment of the skills in this unit of competency must take place under the following conditions: </w:t>
            </w:r>
          </w:p>
          <w:p w14:paraId="3BE76065" w14:textId="77777777" w:rsidR="00CA6F6D" w:rsidRPr="00CA6F6D" w:rsidRDefault="00CA6F6D" w:rsidP="001E7AB2">
            <w:pPr>
              <w:pStyle w:val="SIBulletList1"/>
            </w:pPr>
            <w:r w:rsidRPr="00CA6F6D">
              <w:t>physical conditions:</w:t>
            </w:r>
          </w:p>
          <w:p w14:paraId="3669E9CB" w14:textId="1A904F9D" w:rsidR="00CA6F6D" w:rsidRPr="00CA6F6D" w:rsidRDefault="00CA6F6D" w:rsidP="00CA6F6D">
            <w:pPr>
              <w:pStyle w:val="SIBulletList2"/>
            </w:pPr>
            <w:r w:rsidRPr="00CA6F6D">
              <w:t xml:space="preserve">skills must be demonstrated </w:t>
            </w:r>
            <w:r>
              <w:t xml:space="preserve">for a </w:t>
            </w:r>
            <w:r w:rsidRPr="00CA6F6D">
              <w:t xml:space="preserve">permaculture system </w:t>
            </w:r>
            <w:r>
              <w:t xml:space="preserve">project </w:t>
            </w:r>
            <w:r w:rsidRPr="00CA6F6D">
              <w:t>or an environment that accurately represents workplace conditions</w:t>
            </w:r>
          </w:p>
          <w:p w14:paraId="183AE831" w14:textId="77777777" w:rsidR="00CA6F6D" w:rsidRPr="00CA6F6D" w:rsidRDefault="00CA6F6D" w:rsidP="001E7AB2">
            <w:pPr>
              <w:pStyle w:val="SIBulletList1"/>
            </w:pPr>
            <w:r w:rsidRPr="00CA6F6D">
              <w:t xml:space="preserve">resources, </w:t>
            </w:r>
            <w:proofErr w:type="gramStart"/>
            <w:r w:rsidRPr="00CA6F6D">
              <w:t>equipment</w:t>
            </w:r>
            <w:proofErr w:type="gramEnd"/>
            <w:r w:rsidRPr="00CA6F6D">
              <w:t xml:space="preserve"> and materials:</w:t>
            </w:r>
          </w:p>
          <w:p w14:paraId="26EA524E" w14:textId="5093C0EE" w:rsidR="00CA6F6D" w:rsidRPr="00CA6F6D" w:rsidRDefault="00CA6F6D" w:rsidP="00CA6F6D">
            <w:pPr>
              <w:pStyle w:val="SIBulletList2"/>
            </w:pPr>
            <w:r>
              <w:t xml:space="preserve">use of tools, </w:t>
            </w:r>
            <w:proofErr w:type="gramStart"/>
            <w:r w:rsidRPr="00CA6F6D">
              <w:t>equipment</w:t>
            </w:r>
            <w:proofErr w:type="gramEnd"/>
            <w:r>
              <w:t xml:space="preserve"> and resources </w:t>
            </w:r>
          </w:p>
          <w:p w14:paraId="06643E26" w14:textId="77777777" w:rsidR="00CA6F6D" w:rsidRDefault="00CA6F6D" w:rsidP="00CA6F6D">
            <w:pPr>
              <w:pStyle w:val="SIBulletList2"/>
            </w:pPr>
            <w:r w:rsidRPr="00CA6F6D">
              <w:t>use of personal protective equipment</w:t>
            </w:r>
          </w:p>
          <w:p w14:paraId="4F5D39A9" w14:textId="4679E202" w:rsidR="00CA6F6D" w:rsidRPr="00CA6F6D" w:rsidRDefault="00CA6F6D" w:rsidP="00CA6F6D">
            <w:pPr>
              <w:pStyle w:val="SIBulletList2"/>
            </w:pPr>
            <w:r>
              <w:t>materials for project</w:t>
            </w:r>
          </w:p>
          <w:p w14:paraId="4EB0FA0A" w14:textId="77777777" w:rsidR="00CA6F6D" w:rsidRPr="00CA6F6D" w:rsidRDefault="00CA6F6D" w:rsidP="001E7AB2">
            <w:pPr>
              <w:pStyle w:val="SIBulletList1"/>
            </w:pPr>
            <w:r w:rsidRPr="00CA6F6D">
              <w:t>specifications:</w:t>
            </w:r>
          </w:p>
          <w:p w14:paraId="76754159" w14:textId="77777777" w:rsidR="00CA6F6D" w:rsidRPr="00CA6F6D" w:rsidRDefault="00CA6F6D" w:rsidP="00CA6F6D">
            <w:pPr>
              <w:pStyle w:val="SIBulletList2"/>
            </w:pPr>
            <w:r w:rsidRPr="00CA6F6D">
              <w:t>use of workplace policies, procedures, processes</w:t>
            </w:r>
          </w:p>
          <w:p w14:paraId="0B58ECDF" w14:textId="77777777" w:rsidR="00CA6F6D" w:rsidRPr="00CA6F6D" w:rsidRDefault="00CA6F6D" w:rsidP="00CA6F6D">
            <w:pPr>
              <w:pStyle w:val="SIBulletList2"/>
            </w:pPr>
            <w:r w:rsidRPr="00CA6F6D">
              <w:t>use of manufacturer operating instructions for equipment and machinery</w:t>
            </w:r>
          </w:p>
          <w:p w14:paraId="6D83CC19" w14:textId="77777777" w:rsidR="00CA6F6D" w:rsidRPr="00CA6F6D" w:rsidRDefault="00CA6F6D" w:rsidP="00CA6F6D">
            <w:pPr>
              <w:pStyle w:val="SIBulletList2"/>
            </w:pPr>
            <w:r w:rsidRPr="00CA6F6D">
              <w:t>access to safety data sheets</w:t>
            </w:r>
          </w:p>
          <w:p w14:paraId="7439D7E9" w14:textId="45EBADD5" w:rsidR="00CA6F6D" w:rsidRPr="00CA6F6D" w:rsidRDefault="00CA6F6D" w:rsidP="00CA6F6D">
            <w:pPr>
              <w:pStyle w:val="SIBulletList2"/>
            </w:pPr>
            <w:r>
              <w:t>use of project plans and specifications</w:t>
            </w:r>
          </w:p>
          <w:p w14:paraId="6A1CF729" w14:textId="3959FAD7" w:rsidR="00CA6F6D" w:rsidRPr="00CA6F6D" w:rsidRDefault="00CA6F6D" w:rsidP="00CA6F6D">
            <w:pPr>
              <w:pStyle w:val="SIBulletList2"/>
            </w:pPr>
            <w:r w:rsidRPr="00CA6F6D">
              <w:t>access to specific legislation</w:t>
            </w:r>
            <w:r>
              <w:t xml:space="preserve"> and industry </w:t>
            </w:r>
            <w:r w:rsidRPr="00CA6F6D">
              <w:t>codes of practice</w:t>
            </w:r>
          </w:p>
          <w:p w14:paraId="7442C0EC" w14:textId="77777777" w:rsidR="00CA6F6D" w:rsidRPr="00CA6F6D" w:rsidRDefault="00CA6F6D" w:rsidP="001E7AB2">
            <w:pPr>
              <w:pStyle w:val="SIBulletList1"/>
            </w:pPr>
            <w:r w:rsidRPr="00CA6F6D">
              <w:t>relationships:</w:t>
            </w:r>
          </w:p>
          <w:p w14:paraId="3FF0268E" w14:textId="6701EF05" w:rsidR="00CA6F6D" w:rsidRPr="00CA6F6D" w:rsidRDefault="00CA6F6D" w:rsidP="00CA6F6D">
            <w:pPr>
              <w:pStyle w:val="SIBulletList2"/>
            </w:pPr>
            <w:r w:rsidRPr="00CA6F6D">
              <w:t>client</w:t>
            </w:r>
            <w:r>
              <w:t>s</w:t>
            </w:r>
          </w:p>
          <w:p w14:paraId="7B03E322" w14:textId="6480E4D4" w:rsidR="00CA6F6D" w:rsidRPr="00CA6F6D" w:rsidRDefault="00CA6F6D" w:rsidP="00CA6F6D">
            <w:pPr>
              <w:pStyle w:val="SIBulletList2"/>
            </w:pPr>
            <w:r>
              <w:t xml:space="preserve">work </w:t>
            </w:r>
            <w:r w:rsidRPr="00CA6F6D">
              <w:t>team</w:t>
            </w:r>
            <w:r>
              <w:t xml:space="preserve"> and other stakeholders</w:t>
            </w:r>
          </w:p>
          <w:p w14:paraId="5F2D8F7A" w14:textId="77777777" w:rsidR="00CA6F6D" w:rsidRPr="00CA6F6D" w:rsidRDefault="00CA6F6D" w:rsidP="001E7AB2">
            <w:pPr>
              <w:pStyle w:val="SIBulletList1"/>
            </w:pPr>
            <w:r w:rsidRPr="00CA6F6D">
              <w:t xml:space="preserve">timeframes: </w:t>
            </w:r>
          </w:p>
          <w:p w14:paraId="71E62C89" w14:textId="185DE63E" w:rsidR="00CA6F6D" w:rsidRPr="00CA6F6D" w:rsidRDefault="00CA6F6D" w:rsidP="00CA6F6D">
            <w:pPr>
              <w:pStyle w:val="SIBulletList2"/>
            </w:pPr>
            <w:r w:rsidRPr="00CA6F6D">
              <w:t>according to time</w:t>
            </w:r>
            <w:r w:rsidR="00D64863">
              <w:t>s</w:t>
            </w:r>
            <w:r w:rsidRPr="00CA6F6D">
              <w:t xml:space="preserve"> specified in </w:t>
            </w:r>
            <w:r w:rsidR="00D64863">
              <w:t>project plan.</w:t>
            </w:r>
          </w:p>
          <w:p w14:paraId="759850B7" w14:textId="2BB47270" w:rsidR="003B541E" w:rsidRPr="005404CB" w:rsidRDefault="00CA6F6D" w:rsidP="003B541E">
            <w:pPr>
              <w:pStyle w:val="SIText"/>
              <w:rPr>
                <w:rFonts w:eastAsia="Calibri"/>
              </w:rPr>
            </w:pPr>
            <w:r w:rsidRPr="00CA6F6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E870" w14:textId="77777777" w:rsidR="00AB6346" w:rsidRDefault="00AB6346" w:rsidP="00BF3F0A">
      <w:r>
        <w:separator/>
      </w:r>
    </w:p>
    <w:p w14:paraId="0021E570" w14:textId="77777777" w:rsidR="00AB6346" w:rsidRDefault="00AB6346"/>
  </w:endnote>
  <w:endnote w:type="continuationSeparator" w:id="0">
    <w:p w14:paraId="4DA03B4E" w14:textId="77777777" w:rsidR="00AB6346" w:rsidRDefault="00AB6346" w:rsidP="00BF3F0A">
      <w:r>
        <w:continuationSeparator/>
      </w:r>
    </w:p>
    <w:p w14:paraId="171008D6" w14:textId="77777777" w:rsidR="00AB6346" w:rsidRDefault="00AB6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CA6F6D" w:rsidRPr="000754EC" w:rsidRDefault="00CA6F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11DD">
          <w:rPr>
            <w:noProof/>
          </w:rPr>
          <w:t>5</w:t>
        </w:r>
        <w:r w:rsidRPr="000754EC">
          <w:fldChar w:fldCharType="end"/>
        </w:r>
      </w:p>
      <w:p w14:paraId="20924673" w14:textId="77777777" w:rsidR="00CA6F6D" w:rsidRDefault="00CA6F6D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6A574DB" w14:textId="77777777" w:rsidR="00CA6F6D" w:rsidRDefault="00CA6F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3D35" w14:textId="77777777" w:rsidR="00AB6346" w:rsidRDefault="00AB6346" w:rsidP="00BF3F0A">
      <w:r>
        <w:separator/>
      </w:r>
    </w:p>
    <w:p w14:paraId="6F0FEC13" w14:textId="77777777" w:rsidR="00AB6346" w:rsidRDefault="00AB6346"/>
  </w:footnote>
  <w:footnote w:type="continuationSeparator" w:id="0">
    <w:p w14:paraId="4F0AA97E" w14:textId="77777777" w:rsidR="00AB6346" w:rsidRDefault="00AB6346" w:rsidP="00BF3F0A">
      <w:r>
        <w:continuationSeparator/>
      </w:r>
    </w:p>
    <w:p w14:paraId="67151A3E" w14:textId="77777777" w:rsidR="00AB6346" w:rsidRDefault="00AB63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CFC23E" w:rsidR="00CA6F6D" w:rsidRPr="000754EC" w:rsidRDefault="001E7AB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6F6D" w:rsidRPr="00AF7EA2">
      <w:t>AHCPER505 Plan and supervise the implementation of permaculture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7707498">
    <w:abstractNumId w:val="10"/>
  </w:num>
  <w:num w:numId="2" w16cid:durableId="841971607">
    <w:abstractNumId w:val="8"/>
  </w:num>
  <w:num w:numId="3" w16cid:durableId="695547231">
    <w:abstractNumId w:val="7"/>
  </w:num>
  <w:num w:numId="4" w16cid:durableId="724067996">
    <w:abstractNumId w:val="14"/>
  </w:num>
  <w:num w:numId="5" w16cid:durableId="1516841586">
    <w:abstractNumId w:val="15"/>
  </w:num>
  <w:num w:numId="6" w16cid:durableId="1885479030">
    <w:abstractNumId w:val="4"/>
  </w:num>
  <w:num w:numId="7" w16cid:durableId="312949617">
    <w:abstractNumId w:val="13"/>
  </w:num>
  <w:num w:numId="8" w16cid:durableId="1836073253">
    <w:abstractNumId w:val="1"/>
  </w:num>
  <w:num w:numId="9" w16cid:durableId="1786970983">
    <w:abstractNumId w:val="11"/>
  </w:num>
  <w:num w:numId="10" w16cid:durableId="872116947">
    <w:abstractNumId w:val="6"/>
  </w:num>
  <w:num w:numId="11" w16cid:durableId="1659844762">
    <w:abstractNumId w:val="12"/>
  </w:num>
  <w:num w:numId="12" w16cid:durableId="1871063854">
    <w:abstractNumId w:val="9"/>
  </w:num>
  <w:num w:numId="13" w16cid:durableId="196407479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62D5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621F"/>
    <w:rsid w:val="001E7AB2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1E3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D4682"/>
    <w:rsid w:val="002D61E4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3A4F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1CD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3796"/>
    <w:rsid w:val="00484CCD"/>
    <w:rsid w:val="00485559"/>
    <w:rsid w:val="00486E2B"/>
    <w:rsid w:val="0049657A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0128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595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31EC"/>
    <w:rsid w:val="0079402C"/>
    <w:rsid w:val="007A300D"/>
    <w:rsid w:val="007A49CA"/>
    <w:rsid w:val="007B77E8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2711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56BF4"/>
    <w:rsid w:val="00960F6C"/>
    <w:rsid w:val="00962B62"/>
    <w:rsid w:val="00970747"/>
    <w:rsid w:val="009741AF"/>
    <w:rsid w:val="00980293"/>
    <w:rsid w:val="00981F0A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14840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96356"/>
    <w:rsid w:val="00AA5338"/>
    <w:rsid w:val="00AA5D02"/>
    <w:rsid w:val="00AB1B8E"/>
    <w:rsid w:val="00AB3EC1"/>
    <w:rsid w:val="00AB46DE"/>
    <w:rsid w:val="00AB6346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A6F6D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990"/>
    <w:rsid w:val="00D07D4E"/>
    <w:rsid w:val="00D115AA"/>
    <w:rsid w:val="00D145BE"/>
    <w:rsid w:val="00D2035A"/>
    <w:rsid w:val="00D20C57"/>
    <w:rsid w:val="00D25D16"/>
    <w:rsid w:val="00D2709F"/>
    <w:rsid w:val="00D32124"/>
    <w:rsid w:val="00D371AA"/>
    <w:rsid w:val="00D52946"/>
    <w:rsid w:val="00D54C76"/>
    <w:rsid w:val="00D607DE"/>
    <w:rsid w:val="00D611DD"/>
    <w:rsid w:val="00D6140B"/>
    <w:rsid w:val="00D632BB"/>
    <w:rsid w:val="00D64863"/>
    <w:rsid w:val="00D71E43"/>
    <w:rsid w:val="00D727F3"/>
    <w:rsid w:val="00D73695"/>
    <w:rsid w:val="00D8098B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F7610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770D4"/>
    <w:rsid w:val="00E91BFF"/>
    <w:rsid w:val="00E92933"/>
    <w:rsid w:val="00E94FAD"/>
    <w:rsid w:val="00EA7519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36D4B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1E7A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E7FE6-1C4D-4BC7-9D5A-72A17FD0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480690-F677-467B-BCD1-FEF554E3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145</TotalTime>
  <Pages>5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</cp:revision>
  <cp:lastPrinted>2016-05-27T05:21:00Z</cp:lastPrinted>
  <dcterms:created xsi:type="dcterms:W3CDTF">2021-12-28T00:45:00Z</dcterms:created>
  <dcterms:modified xsi:type="dcterms:W3CDTF">2022-05-13T02:55:00Z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